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E3250" w14:textId="77777777" w:rsidR="00426FC7" w:rsidRDefault="00426FC7"/>
    <w:p w14:paraId="66ACE986" w14:textId="77777777" w:rsidR="00426FC7" w:rsidRDefault="00426FC7"/>
    <w:p w14:paraId="128797F1" w14:textId="77777777" w:rsidR="00426FC7" w:rsidRDefault="00426FC7"/>
    <w:p w14:paraId="76DCBF5B" w14:textId="77777777" w:rsidR="00564350" w:rsidRDefault="00564350"/>
    <w:p w14:paraId="6EF71AE7" w14:textId="77777777" w:rsidR="0085097F" w:rsidRPr="00C51280" w:rsidRDefault="0085097F" w:rsidP="0085097F">
      <w:pPr>
        <w:pStyle w:val="Kehatekst"/>
        <w:ind w:left="4248" w:firstLine="708"/>
        <w:jc w:val="center"/>
        <w:rPr>
          <w:rFonts w:ascii="Times New Roman" w:hAnsi="Times New Roman"/>
          <w:sz w:val="24"/>
          <w:szCs w:val="24"/>
          <w:lang w:val="et-EE"/>
        </w:rPr>
      </w:pPr>
      <w:r>
        <w:rPr>
          <w:rFonts w:ascii="Times New Roman" w:hAnsi="Times New Roman"/>
          <w:sz w:val="24"/>
          <w:szCs w:val="24"/>
          <w:lang w:val="et-EE"/>
        </w:rPr>
        <w:t>23</w:t>
      </w:r>
      <w:r w:rsidRPr="00C51280">
        <w:rPr>
          <w:rFonts w:ascii="Times New Roman" w:hAnsi="Times New Roman"/>
          <w:sz w:val="24"/>
          <w:szCs w:val="24"/>
          <w:lang w:val="et-EE"/>
        </w:rPr>
        <w:t>.</w:t>
      </w:r>
      <w:r>
        <w:rPr>
          <w:rFonts w:ascii="Times New Roman" w:hAnsi="Times New Roman"/>
          <w:sz w:val="24"/>
          <w:szCs w:val="24"/>
          <w:lang w:val="et-EE"/>
        </w:rPr>
        <w:t>10</w:t>
      </w:r>
      <w:r w:rsidRPr="00C51280">
        <w:rPr>
          <w:rFonts w:ascii="Times New Roman" w:hAnsi="Times New Roman"/>
          <w:sz w:val="24"/>
          <w:szCs w:val="24"/>
          <w:lang w:val="et-EE"/>
        </w:rPr>
        <w:t xml:space="preserve">.2025 nr </w:t>
      </w:r>
      <w:r>
        <w:rPr>
          <w:rFonts w:ascii="Times New Roman" w:hAnsi="Times New Roman"/>
          <w:sz w:val="24"/>
          <w:szCs w:val="24"/>
          <w:lang w:val="et-EE"/>
        </w:rPr>
        <w:t>1-15/24/4399</w:t>
      </w:r>
    </w:p>
    <w:p w14:paraId="18D01465" w14:textId="77777777" w:rsidR="0085097F" w:rsidRDefault="0085097F" w:rsidP="0085097F">
      <w:pPr>
        <w:pStyle w:val="Kehatekst"/>
        <w:rPr>
          <w:rFonts w:ascii="Times New Roman" w:hAnsi="Times New Roman"/>
          <w:b/>
          <w:sz w:val="24"/>
          <w:szCs w:val="24"/>
        </w:rPr>
      </w:pPr>
    </w:p>
    <w:p w14:paraId="3EFEEED2" w14:textId="77777777" w:rsidR="0085097F" w:rsidRDefault="0085097F" w:rsidP="0085097F">
      <w:pPr>
        <w:pStyle w:val="Kehatekst"/>
        <w:rPr>
          <w:rFonts w:ascii="Times New Roman" w:hAnsi="Times New Roman"/>
          <w:b/>
          <w:sz w:val="24"/>
          <w:szCs w:val="24"/>
        </w:rPr>
      </w:pPr>
    </w:p>
    <w:p w14:paraId="01AB1F91" w14:textId="77777777" w:rsidR="0085097F" w:rsidRPr="00C51280" w:rsidRDefault="0085097F" w:rsidP="0085097F">
      <w:pPr>
        <w:pStyle w:val="Kehatekst"/>
        <w:rPr>
          <w:rFonts w:ascii="Times New Roman" w:hAnsi="Times New Roman"/>
          <w:sz w:val="24"/>
          <w:szCs w:val="24"/>
          <w:lang w:val="et-EE"/>
        </w:rPr>
      </w:pPr>
      <w:r w:rsidRPr="00C51280">
        <w:rPr>
          <w:rFonts w:ascii="Times New Roman" w:hAnsi="Times New Roman"/>
          <w:b/>
          <w:sz w:val="24"/>
          <w:szCs w:val="24"/>
        </w:rPr>
        <w:t>ANDME</w:t>
      </w:r>
      <w:r>
        <w:rPr>
          <w:rFonts w:ascii="Times New Roman" w:hAnsi="Times New Roman"/>
          <w:b/>
          <w:sz w:val="24"/>
          <w:szCs w:val="24"/>
        </w:rPr>
        <w:t>T</w:t>
      </w:r>
      <w:r w:rsidRPr="00C51280">
        <w:rPr>
          <w:rFonts w:ascii="Times New Roman" w:hAnsi="Times New Roman"/>
          <w:b/>
          <w:sz w:val="24"/>
          <w:szCs w:val="24"/>
        </w:rPr>
        <w:t xml:space="preserve">E </w:t>
      </w:r>
      <w:r>
        <w:rPr>
          <w:rFonts w:ascii="Times New Roman" w:hAnsi="Times New Roman"/>
          <w:b/>
          <w:sz w:val="24"/>
          <w:szCs w:val="24"/>
        </w:rPr>
        <w:t>HÄVITAMISE</w:t>
      </w:r>
      <w:r w:rsidRPr="00C51280">
        <w:rPr>
          <w:rFonts w:ascii="Times New Roman" w:hAnsi="Times New Roman"/>
          <w:b/>
          <w:sz w:val="24"/>
          <w:szCs w:val="24"/>
        </w:rPr>
        <w:t xml:space="preserve"> AKT</w:t>
      </w:r>
    </w:p>
    <w:p w14:paraId="1CE6ABFC" w14:textId="77777777" w:rsidR="0085097F" w:rsidRDefault="0085097F" w:rsidP="0085097F">
      <w:pPr>
        <w:pStyle w:val="Kehatekst"/>
        <w:tabs>
          <w:tab w:val="left" w:pos="5245"/>
        </w:tabs>
        <w:rPr>
          <w:rFonts w:ascii="Times New Roman" w:hAnsi="Times New Roman"/>
          <w:sz w:val="24"/>
          <w:szCs w:val="24"/>
          <w:lang w:val="et-EE"/>
        </w:rPr>
      </w:pPr>
    </w:p>
    <w:p w14:paraId="58609FC4" w14:textId="77777777" w:rsidR="0085097F" w:rsidRDefault="0085097F" w:rsidP="0085097F">
      <w:pPr>
        <w:pStyle w:val="Kehatekst"/>
        <w:tabs>
          <w:tab w:val="left" w:pos="5245"/>
        </w:tabs>
        <w:rPr>
          <w:rFonts w:ascii="Times New Roman" w:hAnsi="Times New Roman"/>
          <w:sz w:val="24"/>
          <w:szCs w:val="24"/>
          <w:lang w:val="et-EE"/>
        </w:rPr>
      </w:pPr>
    </w:p>
    <w:p w14:paraId="0DDDFC0C" w14:textId="77777777" w:rsidR="0085097F" w:rsidRPr="00C51280" w:rsidRDefault="0085097F" w:rsidP="0085097F">
      <w:pPr>
        <w:pStyle w:val="Kehatekst"/>
        <w:tabs>
          <w:tab w:val="left" w:pos="5245"/>
        </w:tabs>
        <w:rPr>
          <w:rFonts w:ascii="Times New Roman" w:hAnsi="Times New Roman"/>
          <w:sz w:val="24"/>
          <w:szCs w:val="24"/>
        </w:rPr>
      </w:pP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t xml:space="preserve">                        </w:t>
      </w:r>
    </w:p>
    <w:p w14:paraId="181B03AC" w14:textId="77777777" w:rsidR="0085097F" w:rsidRPr="00C51280" w:rsidRDefault="0085097F" w:rsidP="0085097F">
      <w:pPr>
        <w:jc w:val="both"/>
      </w:pPr>
      <w:r w:rsidRPr="00D12056">
        <w:t xml:space="preserve">Vastavalt Andmekaitse Inspektsiooni 03.05.2024 otsusele isikuandmete töötlemiseks teadusuuringus nr 2.2.-1/24/5-5, mille kohaselt on Sotsiaalministeerium uuringu „Väikelaste emade töötuna </w:t>
      </w:r>
      <w:proofErr w:type="spellStart"/>
      <w:r w:rsidRPr="00D12056">
        <w:t>arvelolek</w:t>
      </w:r>
      <w:proofErr w:type="spellEnd"/>
      <w:r w:rsidRPr="00D12056">
        <w:t xml:space="preserve"> lapse isa vanemapuhkuse ajal“ tellijana kohustatud esitama inspektsioonile algandmete hävitamisakti, kinnitab Eesti Töötukassa, kui andmete volitatud töötleja, et seisuga 23.10.2025 on hävitatud püsivalt ja tagasipöördumatult kõikidelt andmekandjatelt kõik uuringu tarbeks töödeldud isikuandmed.</w:t>
      </w:r>
      <w:r w:rsidRPr="00775954">
        <w:t xml:space="preserve"> </w:t>
      </w:r>
    </w:p>
    <w:p w14:paraId="5F689082" w14:textId="77777777" w:rsidR="0085097F" w:rsidRDefault="0085097F" w:rsidP="0085097F">
      <w:pPr>
        <w:pStyle w:val="Kehatekst"/>
        <w:rPr>
          <w:rFonts w:ascii="Times New Roman" w:hAnsi="Times New Roman"/>
          <w:sz w:val="24"/>
          <w:szCs w:val="24"/>
          <w:lang w:val="et-EE"/>
        </w:rPr>
      </w:pPr>
    </w:p>
    <w:p w14:paraId="497CBFD1" w14:textId="77777777" w:rsidR="0085097F" w:rsidRDefault="0085097F" w:rsidP="0085097F">
      <w:pPr>
        <w:pStyle w:val="Kehatekst"/>
        <w:rPr>
          <w:rFonts w:ascii="Times New Roman" w:hAnsi="Times New Roman"/>
          <w:sz w:val="24"/>
          <w:szCs w:val="24"/>
          <w:lang w:val="et-EE"/>
        </w:rPr>
      </w:pPr>
    </w:p>
    <w:p w14:paraId="51D780AD" w14:textId="77777777" w:rsidR="0085097F" w:rsidRDefault="0085097F" w:rsidP="0085097F">
      <w:pPr>
        <w:pStyle w:val="Kehatekst"/>
        <w:rPr>
          <w:rFonts w:ascii="Times New Roman" w:hAnsi="Times New Roman"/>
          <w:sz w:val="24"/>
          <w:szCs w:val="24"/>
          <w:lang w:val="et-EE"/>
        </w:rPr>
      </w:pPr>
      <w:r>
        <w:rPr>
          <w:rFonts w:ascii="Times New Roman" w:hAnsi="Times New Roman"/>
          <w:sz w:val="24"/>
          <w:szCs w:val="24"/>
          <w:lang w:val="et-EE"/>
        </w:rPr>
        <w:t>Lugupidamisega</w:t>
      </w:r>
    </w:p>
    <w:p w14:paraId="53705F30" w14:textId="77777777" w:rsidR="0085097F" w:rsidRDefault="0085097F" w:rsidP="0085097F">
      <w:pPr>
        <w:pStyle w:val="Kehatekst"/>
        <w:rPr>
          <w:rFonts w:ascii="Times New Roman" w:hAnsi="Times New Roman"/>
          <w:sz w:val="24"/>
          <w:szCs w:val="24"/>
          <w:lang w:val="et-EE"/>
        </w:rPr>
      </w:pPr>
    </w:p>
    <w:p w14:paraId="19009553" w14:textId="77777777" w:rsidR="0085097F" w:rsidRDefault="0085097F" w:rsidP="0085097F">
      <w:pPr>
        <w:pStyle w:val="Kehatekst"/>
        <w:rPr>
          <w:rFonts w:ascii="Times New Roman" w:hAnsi="Times New Roman"/>
          <w:sz w:val="24"/>
          <w:szCs w:val="24"/>
          <w:lang w:val="et-EE"/>
        </w:rPr>
      </w:pPr>
    </w:p>
    <w:p w14:paraId="466D3F4F" w14:textId="77777777" w:rsidR="0085097F" w:rsidRPr="00C51280" w:rsidRDefault="0085097F" w:rsidP="0085097F">
      <w:pPr>
        <w:pStyle w:val="Kehatekst"/>
        <w:rPr>
          <w:rFonts w:ascii="Times New Roman" w:hAnsi="Times New Roman"/>
          <w:sz w:val="24"/>
          <w:szCs w:val="24"/>
          <w:lang w:val="et-EE"/>
        </w:rPr>
      </w:pPr>
    </w:p>
    <w:p w14:paraId="68228F57" w14:textId="77777777" w:rsidR="0085097F" w:rsidRPr="00C51280" w:rsidRDefault="0085097F" w:rsidP="0085097F">
      <w:pPr>
        <w:pStyle w:val="Kehatekst"/>
        <w:rPr>
          <w:rFonts w:ascii="Times New Roman" w:hAnsi="Times New Roman"/>
          <w:sz w:val="24"/>
          <w:szCs w:val="24"/>
          <w:lang w:val="et-EE"/>
        </w:rPr>
      </w:pPr>
      <w:r w:rsidRPr="00C51280">
        <w:rPr>
          <w:rFonts w:ascii="Times New Roman" w:hAnsi="Times New Roman"/>
          <w:sz w:val="24"/>
          <w:szCs w:val="24"/>
          <w:lang w:val="et-EE"/>
        </w:rPr>
        <w:t>(</w:t>
      </w:r>
      <w:r>
        <w:rPr>
          <w:rFonts w:ascii="Times New Roman" w:hAnsi="Times New Roman"/>
          <w:sz w:val="24"/>
          <w:szCs w:val="24"/>
          <w:lang w:val="et-EE"/>
        </w:rPr>
        <w:t xml:space="preserve">allkirjastatud </w:t>
      </w:r>
      <w:r w:rsidRPr="00C51280">
        <w:rPr>
          <w:rFonts w:ascii="Times New Roman" w:hAnsi="Times New Roman"/>
          <w:sz w:val="24"/>
          <w:szCs w:val="24"/>
          <w:lang w:val="et-EE"/>
        </w:rPr>
        <w:t>digi</w:t>
      </w:r>
      <w:r>
        <w:rPr>
          <w:rFonts w:ascii="Times New Roman" w:hAnsi="Times New Roman"/>
          <w:sz w:val="24"/>
          <w:szCs w:val="24"/>
          <w:lang w:val="et-EE"/>
        </w:rPr>
        <w:t>taalselt</w:t>
      </w:r>
      <w:r w:rsidRPr="00C51280">
        <w:rPr>
          <w:rFonts w:ascii="Times New Roman" w:hAnsi="Times New Roman"/>
          <w:sz w:val="24"/>
          <w:szCs w:val="24"/>
          <w:lang w:val="et-EE"/>
        </w:rPr>
        <w:t>)</w:t>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p>
    <w:p w14:paraId="10E1EE0D" w14:textId="77777777" w:rsidR="0085097F" w:rsidRPr="00C51280" w:rsidRDefault="0085097F" w:rsidP="0085097F">
      <w:pPr>
        <w:pStyle w:val="Kehatekst"/>
        <w:rPr>
          <w:rFonts w:ascii="Times New Roman" w:hAnsi="Times New Roman"/>
          <w:sz w:val="24"/>
          <w:szCs w:val="24"/>
          <w:lang w:val="et-EE"/>
        </w:rPr>
      </w:pPr>
      <w:r w:rsidRPr="00C51280">
        <w:rPr>
          <w:rFonts w:ascii="Times New Roman" w:hAnsi="Times New Roman"/>
          <w:sz w:val="24"/>
          <w:szCs w:val="24"/>
          <w:lang w:val="et-EE"/>
        </w:rPr>
        <w:t>Margit Paulus</w:t>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t xml:space="preserve"> </w:t>
      </w:r>
    </w:p>
    <w:p w14:paraId="46761C59" w14:textId="77777777" w:rsidR="0085097F" w:rsidRPr="00C51280" w:rsidRDefault="0085097F" w:rsidP="0085097F">
      <w:pPr>
        <w:pStyle w:val="LaadKehatekstVasakPrast0pReatihedushekordne"/>
        <w:jc w:val="both"/>
        <w:rPr>
          <w:rStyle w:val="LaadLoeteluEETimesNewRomanMrk"/>
          <w:rFonts w:ascii="Times New Roman" w:hAnsi="Times New Roman"/>
          <w:sz w:val="24"/>
          <w:szCs w:val="24"/>
        </w:rPr>
      </w:pPr>
      <w:r w:rsidRPr="00C51280">
        <w:rPr>
          <w:rFonts w:ascii="Times New Roman" w:hAnsi="Times New Roman"/>
          <w:sz w:val="24"/>
          <w:szCs w:val="24"/>
        </w:rPr>
        <w:t>analüüsiosakonna juhataja</w:t>
      </w:r>
      <w:r>
        <w:rPr>
          <w:rFonts w:ascii="Times New Roman" w:hAnsi="Times New Roman"/>
          <w:sz w:val="24"/>
          <w:szCs w:val="24"/>
        </w:rPr>
        <w:t xml:space="preserve"> </w:t>
      </w:r>
    </w:p>
    <w:p w14:paraId="3C2A61F1" w14:textId="77777777" w:rsidR="0085097F" w:rsidRDefault="0085097F" w:rsidP="0085097F">
      <w:pPr>
        <w:pStyle w:val="Kehatekst"/>
        <w:rPr>
          <w:rFonts w:ascii="Times New Roman" w:hAnsi="Times New Roman"/>
          <w:sz w:val="24"/>
          <w:szCs w:val="24"/>
          <w:lang w:val="et-EE"/>
        </w:rPr>
      </w:pPr>
    </w:p>
    <w:p w14:paraId="40FC2BB3" w14:textId="77777777" w:rsidR="0085097F" w:rsidRDefault="0085097F" w:rsidP="0085097F">
      <w:pPr>
        <w:pStyle w:val="Kehatekst"/>
        <w:rPr>
          <w:rFonts w:ascii="Times New Roman" w:hAnsi="Times New Roman"/>
          <w:sz w:val="24"/>
          <w:szCs w:val="24"/>
          <w:lang w:val="et-EE"/>
        </w:rPr>
      </w:pPr>
    </w:p>
    <w:p w14:paraId="25254101" w14:textId="77777777" w:rsidR="0085097F" w:rsidRDefault="0085097F" w:rsidP="0085097F">
      <w:pPr>
        <w:pStyle w:val="Kehatekst"/>
        <w:rPr>
          <w:rFonts w:ascii="Times New Roman" w:hAnsi="Times New Roman"/>
          <w:sz w:val="24"/>
          <w:szCs w:val="24"/>
          <w:lang w:val="et-EE"/>
        </w:rPr>
      </w:pPr>
    </w:p>
    <w:p w14:paraId="213B8813" w14:textId="77777777" w:rsidR="0085097F" w:rsidRDefault="0085097F" w:rsidP="0085097F">
      <w:pPr>
        <w:pStyle w:val="Kehatekst"/>
        <w:rPr>
          <w:rFonts w:ascii="Times New Roman" w:hAnsi="Times New Roman"/>
          <w:sz w:val="24"/>
          <w:szCs w:val="24"/>
          <w:lang w:val="et-EE"/>
        </w:rPr>
      </w:pPr>
    </w:p>
    <w:p w14:paraId="03E00A09" w14:textId="77777777" w:rsidR="0085097F" w:rsidRPr="00C51280" w:rsidRDefault="0085097F" w:rsidP="0085097F">
      <w:pPr>
        <w:pStyle w:val="Kehatekst"/>
        <w:rPr>
          <w:rFonts w:ascii="Times New Roman" w:hAnsi="Times New Roman"/>
          <w:sz w:val="24"/>
          <w:szCs w:val="24"/>
          <w:lang w:val="et-EE"/>
        </w:rPr>
      </w:pP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r w:rsidRPr="00C51280">
        <w:rPr>
          <w:rFonts w:ascii="Times New Roman" w:hAnsi="Times New Roman"/>
          <w:sz w:val="24"/>
          <w:szCs w:val="24"/>
          <w:lang w:val="et-EE"/>
        </w:rPr>
        <w:tab/>
      </w:r>
    </w:p>
    <w:p w14:paraId="44EDB989" w14:textId="77777777" w:rsidR="0085097F" w:rsidRDefault="0085097F" w:rsidP="0085097F">
      <w:pPr>
        <w:jc w:val="both"/>
      </w:pPr>
      <w:r w:rsidRPr="00C51280">
        <w:t>614 8504</w:t>
      </w:r>
      <w:r>
        <w:t xml:space="preserve">, </w:t>
      </w:r>
      <w:hyperlink r:id="rId10" w:history="1">
        <w:r w:rsidRPr="00560BA5">
          <w:rPr>
            <w:rStyle w:val="Hperlink"/>
          </w:rPr>
          <w:t>margit.paulus@tootukassa.ee</w:t>
        </w:r>
      </w:hyperlink>
    </w:p>
    <w:p w14:paraId="6EF3946F" w14:textId="77777777" w:rsidR="0085097F" w:rsidRPr="00C51280" w:rsidRDefault="0085097F" w:rsidP="0085097F">
      <w:pPr>
        <w:jc w:val="both"/>
      </w:pPr>
    </w:p>
    <w:p w14:paraId="0DA5F8DA" w14:textId="77777777" w:rsidR="00426FC7" w:rsidRDefault="00426FC7"/>
    <w:sectPr w:rsidR="00426FC7" w:rsidSect="00C45A61">
      <w:headerReference w:type="even" r:id="rId11"/>
      <w:headerReference w:type="default" r:id="rId12"/>
      <w:footerReference w:type="even" r:id="rId13"/>
      <w:footerReference w:type="default" r:id="rId14"/>
      <w:headerReference w:type="first" r:id="rId15"/>
      <w:footerReference w:type="first" r:id="rId16"/>
      <w:pgSz w:w="11907" w:h="16840" w:code="9"/>
      <w:pgMar w:top="1797" w:right="1797" w:bottom="1440" w:left="1797" w:header="719" w:footer="8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996E5" w14:textId="77777777" w:rsidR="003E234B" w:rsidRDefault="003E234B">
      <w:r>
        <w:separator/>
      </w:r>
    </w:p>
  </w:endnote>
  <w:endnote w:type="continuationSeparator" w:id="0">
    <w:p w14:paraId="403F0A5B" w14:textId="77777777" w:rsidR="003E234B" w:rsidRDefault="003E2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Roboto">
    <w:panose1 w:val="02000000000000000000"/>
    <w:charset w:val="BA"/>
    <w:family w:val="auto"/>
    <w:pitch w:val="variable"/>
    <w:sig w:usb0="E00002FF" w:usb1="5000205B" w:usb2="0000002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102E5" w14:textId="77777777" w:rsidR="00DD0FDD" w:rsidRDefault="00DD0FDD">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F2D4D" w14:textId="77777777" w:rsidR="00DD0FDD" w:rsidRDefault="00DD0FDD">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24EEC" w14:textId="77777777" w:rsidR="005D3164" w:rsidRPr="00897A48" w:rsidRDefault="005D3164" w:rsidP="00564350">
    <w:pPr>
      <w:pStyle w:val="Jalus"/>
      <w:jc w:val="center"/>
      <w:rPr>
        <w:rFonts w:ascii="Roboto" w:hAnsi="Roboto"/>
        <w:sz w:val="16"/>
        <w:szCs w:val="16"/>
      </w:rPr>
    </w:pPr>
    <w:r w:rsidRPr="00897A48">
      <w:rPr>
        <w:rFonts w:ascii="Roboto" w:hAnsi="Roboto"/>
        <w:sz w:val="16"/>
        <w:szCs w:val="16"/>
      </w:rPr>
      <w:t>Eesti Töötukassa</w:t>
    </w:r>
  </w:p>
  <w:p w14:paraId="03BA7E84" w14:textId="416CC174" w:rsidR="005D3164" w:rsidRPr="00897A48" w:rsidRDefault="59DF5CD6" w:rsidP="59DF5CD6">
    <w:pPr>
      <w:pStyle w:val="Jalus"/>
      <w:jc w:val="center"/>
      <w:rPr>
        <w:rFonts w:ascii="Roboto" w:hAnsi="Roboto"/>
        <w:sz w:val="16"/>
        <w:szCs w:val="16"/>
      </w:rPr>
    </w:pPr>
    <w:r w:rsidRPr="59DF5CD6">
      <w:rPr>
        <w:rFonts w:ascii="Roboto" w:hAnsi="Roboto"/>
        <w:sz w:val="16"/>
        <w:szCs w:val="16"/>
      </w:rPr>
      <w:t>Registrikood 74000085  •  Lõõtsa 2a, 11415 Tallinn  •  tel 614 8500</w:t>
    </w:r>
  </w:p>
  <w:p w14:paraId="24944C12" w14:textId="77777777" w:rsidR="00734FD5" w:rsidRPr="00897A48" w:rsidRDefault="009B2864" w:rsidP="00734FD5">
    <w:pPr>
      <w:pStyle w:val="Jalus"/>
      <w:jc w:val="center"/>
      <w:rPr>
        <w:rFonts w:ascii="Roboto" w:hAnsi="Roboto"/>
        <w:sz w:val="16"/>
        <w:szCs w:val="16"/>
      </w:rPr>
    </w:pPr>
    <w:r w:rsidRPr="00897A48">
      <w:rPr>
        <w:rFonts w:ascii="Roboto" w:hAnsi="Roboto"/>
        <w:sz w:val="16"/>
        <w:szCs w:val="16"/>
      </w:rPr>
      <w:t xml:space="preserve">info@tootukassa.ee  •  </w:t>
    </w:r>
    <w:r w:rsidR="00734FD5" w:rsidRPr="00897A48">
      <w:rPr>
        <w:rFonts w:ascii="Roboto" w:hAnsi="Roboto"/>
        <w:sz w:val="16"/>
        <w:szCs w:val="16"/>
      </w:rPr>
      <w:t>www.tootukassa.ee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286620" w14:textId="77777777" w:rsidR="003E234B" w:rsidRDefault="003E234B">
      <w:r>
        <w:separator/>
      </w:r>
    </w:p>
  </w:footnote>
  <w:footnote w:type="continuationSeparator" w:id="0">
    <w:p w14:paraId="477F2B42" w14:textId="77777777" w:rsidR="003E234B" w:rsidRDefault="003E2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FC6883" w14:textId="77777777" w:rsidR="00DD0FDD" w:rsidRDefault="00DD0FD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2F95F" w14:textId="77777777" w:rsidR="005D3164" w:rsidRDefault="005D3164" w:rsidP="004B043F">
    <w:pPr>
      <w:pStyle w:val="Pi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85C6D" w14:textId="68406DD1" w:rsidR="005D3164" w:rsidRDefault="000B250C" w:rsidP="00564350">
    <w:pPr>
      <w:pStyle w:val="Pis"/>
      <w:jc w:val="center"/>
    </w:pPr>
    <w:r>
      <w:rPr>
        <w:noProof/>
        <w:lang w:eastAsia="et-EE"/>
      </w:rPr>
      <w:drawing>
        <wp:anchor distT="0" distB="0" distL="114300" distR="114300" simplePos="0" relativeHeight="251657728" behindDoc="1" locked="0" layoutInCell="1" allowOverlap="1" wp14:anchorId="4A2EEF8B" wp14:editId="3549B8B9">
          <wp:simplePos x="0" y="0"/>
          <wp:positionH relativeFrom="column">
            <wp:posOffset>1593215</wp:posOffset>
          </wp:positionH>
          <wp:positionV relativeFrom="paragraph">
            <wp:posOffset>-138430</wp:posOffset>
          </wp:positionV>
          <wp:extent cx="2095500" cy="681355"/>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5500" cy="6813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D2627E"/>
    <w:multiLevelType w:val="multilevel"/>
    <w:tmpl w:val="FFFFFFFF"/>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suff w:val="space"/>
      <w:lvlText w:val="%1.%2.%3.%4.%5.%6"/>
      <w:lvlJc w:val="left"/>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16cid:durableId="151527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colormru v:ext="edit" colors="#ddd,#fa7406,#ff7d21,#c6e9e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67C"/>
    <w:rsid w:val="00021ADD"/>
    <w:rsid w:val="000305B2"/>
    <w:rsid w:val="00056304"/>
    <w:rsid w:val="0007014D"/>
    <w:rsid w:val="00087954"/>
    <w:rsid w:val="000B250C"/>
    <w:rsid w:val="000B3158"/>
    <w:rsid w:val="00103D93"/>
    <w:rsid w:val="0023198A"/>
    <w:rsid w:val="00277A3A"/>
    <w:rsid w:val="002970B2"/>
    <w:rsid w:val="002C2FBF"/>
    <w:rsid w:val="002F1DE6"/>
    <w:rsid w:val="00371561"/>
    <w:rsid w:val="00383092"/>
    <w:rsid w:val="00390D6F"/>
    <w:rsid w:val="003B1DCC"/>
    <w:rsid w:val="003E234B"/>
    <w:rsid w:val="00426FC7"/>
    <w:rsid w:val="00437F5B"/>
    <w:rsid w:val="004A320A"/>
    <w:rsid w:val="004B043F"/>
    <w:rsid w:val="00564350"/>
    <w:rsid w:val="0059534E"/>
    <w:rsid w:val="005D3164"/>
    <w:rsid w:val="006520CA"/>
    <w:rsid w:val="00686EAE"/>
    <w:rsid w:val="006E6BF2"/>
    <w:rsid w:val="0071647F"/>
    <w:rsid w:val="00734FD5"/>
    <w:rsid w:val="00752596"/>
    <w:rsid w:val="00801D2F"/>
    <w:rsid w:val="008106AE"/>
    <w:rsid w:val="0085097F"/>
    <w:rsid w:val="00897A48"/>
    <w:rsid w:val="008B1E06"/>
    <w:rsid w:val="008D34E1"/>
    <w:rsid w:val="008E17A1"/>
    <w:rsid w:val="00935A2C"/>
    <w:rsid w:val="00963308"/>
    <w:rsid w:val="009B2864"/>
    <w:rsid w:val="00A13E63"/>
    <w:rsid w:val="00A3667C"/>
    <w:rsid w:val="00A377CF"/>
    <w:rsid w:val="00AC1CFE"/>
    <w:rsid w:val="00B45075"/>
    <w:rsid w:val="00B73D3C"/>
    <w:rsid w:val="00B74ECA"/>
    <w:rsid w:val="00B92D6E"/>
    <w:rsid w:val="00BD7374"/>
    <w:rsid w:val="00BE09A4"/>
    <w:rsid w:val="00BE4A46"/>
    <w:rsid w:val="00C45A61"/>
    <w:rsid w:val="00C72E44"/>
    <w:rsid w:val="00CC5065"/>
    <w:rsid w:val="00D140B6"/>
    <w:rsid w:val="00D62F34"/>
    <w:rsid w:val="00DB2B2C"/>
    <w:rsid w:val="00DB477E"/>
    <w:rsid w:val="00DD0FDD"/>
    <w:rsid w:val="00DD53D8"/>
    <w:rsid w:val="00DD577F"/>
    <w:rsid w:val="00DE4DD5"/>
    <w:rsid w:val="00DE54DA"/>
    <w:rsid w:val="00E9283E"/>
    <w:rsid w:val="00EA16D7"/>
    <w:rsid w:val="00EB5177"/>
    <w:rsid w:val="00EF2ED2"/>
    <w:rsid w:val="00F01B9F"/>
    <w:rsid w:val="00F508E0"/>
    <w:rsid w:val="00F765A9"/>
    <w:rsid w:val="00F770EF"/>
    <w:rsid w:val="00FC0229"/>
    <w:rsid w:val="00FD5F10"/>
    <w:rsid w:val="59DF5C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fa7406,#ff7d21,#c6e9e9"/>
    </o:shapedefaults>
    <o:shapelayout v:ext="edit">
      <o:idmap v:ext="edit" data="2"/>
    </o:shapelayout>
  </w:shapeDefaults>
  <w:decimalSymbol w:val=","/>
  <w:listSeparator w:val=";"/>
  <w14:docId w14:val="2A266C8F"/>
  <w15:chartTrackingRefBased/>
  <w15:docId w15:val="{3DA76DB5-FCA1-43DF-A0E9-6C5CD05F7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2C2FBF"/>
    <w:rPr>
      <w:sz w:val="24"/>
      <w:szCs w:val="24"/>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rsid w:val="00E9283E"/>
    <w:pPr>
      <w:tabs>
        <w:tab w:val="center" w:pos="4320"/>
        <w:tab w:val="right" w:pos="8640"/>
      </w:tabs>
    </w:pPr>
  </w:style>
  <w:style w:type="paragraph" w:styleId="Jalus">
    <w:name w:val="footer"/>
    <w:basedOn w:val="Normaallaad"/>
    <w:rsid w:val="00E9283E"/>
    <w:pPr>
      <w:tabs>
        <w:tab w:val="center" w:pos="4320"/>
        <w:tab w:val="right" w:pos="8640"/>
      </w:tabs>
    </w:pPr>
  </w:style>
  <w:style w:type="character" w:styleId="Hperlink">
    <w:name w:val="Hyperlink"/>
    <w:rsid w:val="00E9283E"/>
    <w:rPr>
      <w:color w:val="0000FF"/>
      <w:u w:val="single"/>
    </w:rPr>
  </w:style>
  <w:style w:type="paragraph" w:styleId="Jutumullitekst">
    <w:name w:val="Balloon Text"/>
    <w:basedOn w:val="Normaallaad"/>
    <w:link w:val="JutumullitekstMrk"/>
    <w:rsid w:val="008106AE"/>
    <w:rPr>
      <w:rFonts w:ascii="Tahoma" w:hAnsi="Tahoma" w:cs="Tahoma"/>
      <w:sz w:val="16"/>
      <w:szCs w:val="16"/>
    </w:rPr>
  </w:style>
  <w:style w:type="character" w:customStyle="1" w:styleId="JutumullitekstMrk">
    <w:name w:val="Jutumullitekst Märk"/>
    <w:link w:val="Jutumullitekst"/>
    <w:rsid w:val="008106AE"/>
    <w:rPr>
      <w:rFonts w:ascii="Tahoma" w:hAnsi="Tahoma" w:cs="Tahoma"/>
      <w:sz w:val="16"/>
      <w:szCs w:val="16"/>
      <w:lang w:eastAsia="en-US"/>
    </w:rPr>
  </w:style>
  <w:style w:type="paragraph" w:styleId="Kehatekst">
    <w:name w:val="Body Text"/>
    <w:basedOn w:val="Normaallaad"/>
    <w:link w:val="KehatekstMrk"/>
    <w:uiPriority w:val="99"/>
    <w:rsid w:val="0085097F"/>
    <w:pPr>
      <w:jc w:val="both"/>
    </w:pPr>
    <w:rPr>
      <w:rFonts w:ascii="Arial" w:hAnsi="Arial"/>
      <w:sz w:val="20"/>
      <w:szCs w:val="20"/>
      <w:lang w:val="en-GB"/>
    </w:rPr>
  </w:style>
  <w:style w:type="character" w:customStyle="1" w:styleId="KehatekstMrk">
    <w:name w:val="Kehatekst Märk"/>
    <w:basedOn w:val="Liguvaikefont"/>
    <w:link w:val="Kehatekst"/>
    <w:uiPriority w:val="99"/>
    <w:rsid w:val="0085097F"/>
    <w:rPr>
      <w:rFonts w:ascii="Arial" w:hAnsi="Arial"/>
      <w:lang w:val="en-GB" w:eastAsia="en-US"/>
    </w:rPr>
  </w:style>
  <w:style w:type="paragraph" w:customStyle="1" w:styleId="LaadKehatekstVasakPrast0pReatihedushekordne">
    <w:name w:val="Laad Kehatekst + Vasak Pärast:  0 p Reatihedus  ühekordne"/>
    <w:basedOn w:val="Kehatekst"/>
    <w:uiPriority w:val="99"/>
    <w:rsid w:val="0085097F"/>
    <w:pPr>
      <w:jc w:val="left"/>
    </w:pPr>
    <w:rPr>
      <w:spacing w:val="-5"/>
      <w:lang w:val="et-EE"/>
    </w:rPr>
  </w:style>
  <w:style w:type="paragraph" w:customStyle="1" w:styleId="Loetelu">
    <w:name w:val="Loetelu"/>
    <w:basedOn w:val="Kehatekst"/>
    <w:uiPriority w:val="99"/>
    <w:rsid w:val="0085097F"/>
    <w:pPr>
      <w:numPr>
        <w:numId w:val="1"/>
      </w:numPr>
      <w:spacing w:before="120"/>
    </w:pPr>
    <w:rPr>
      <w:lang w:val="et-EE"/>
    </w:rPr>
  </w:style>
  <w:style w:type="paragraph" w:customStyle="1" w:styleId="LaadLoeteluEETimesNewRoman">
    <w:name w:val="Laad Loetelu + EE Times New Roman"/>
    <w:basedOn w:val="Loetelu"/>
    <w:link w:val="LaadLoeteluEETimesNewRomanMrk"/>
    <w:uiPriority w:val="99"/>
    <w:rsid w:val="0085097F"/>
  </w:style>
  <w:style w:type="character" w:customStyle="1" w:styleId="LaadLoeteluEETimesNewRomanMrk">
    <w:name w:val="Laad Loetelu + EE Times New Roman Märk"/>
    <w:basedOn w:val="Liguvaikefont"/>
    <w:link w:val="LaadLoeteluEETimesNewRoman"/>
    <w:uiPriority w:val="99"/>
    <w:locked/>
    <w:rsid w:val="0085097F"/>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mailto:margit.paulus@tootukassa.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elle\Desktop\TK%20b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e22e2a5bdc2454f98d3dc1a85171451 xmlns="5e22408e-66e0-48ba-9823-3523619ce705">
      <Terms xmlns="http://schemas.microsoft.com/office/infopath/2007/PartnerControls"/>
    </ce22e2a5bdc2454f98d3dc1a85171451>
    <TaxCatchAll xmlns="dfd28b3e-10f4-4fe3-a445-55acb475b015">
      <Value>6</Value>
      <Value>12</Value>
      <Value>3</Value>
      <Value>1</Value>
    </TaxCatchAll>
    <ChangeDesc xmlns="5e22408e-66e0-48ba-9823-3523619ce705" xsi:nil="true"/>
    <UmbrellaDocVer xmlns="5e22408e-66e0-48ba-9823-3523619ce705" xsi:nil="true"/>
    <ReviewDeadline xmlns="5e22408e-66e0-48ba-9823-3523619ce705">2026-03-31T21:00:00+00:00</ReviewDeadline>
    <UmbrellaDocNo xmlns="5e22408e-66e0-48ba-9823-3523619ce705" xsi:nil="true"/>
    <nb67edc5a9d848378adcf005f5ef4d70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05d4ae7e-a49b-4bc2-9e77-4cffd96e4a09</TermId>
        </TermInfo>
      </Terms>
    </nb67edc5a9d848378adcf005f5ef4d70>
    <SearchKeywords xmlns="5e22408e-66e0-48ba-9823-3523619ce705">blankett</SearchKeywords>
    <jb331c21b1204eeabccdde33c0f5e699 xmlns="5e22408e-66e0-48ba-9823-3523619ce705">
      <Terms xmlns="http://schemas.microsoft.com/office/infopath/2007/PartnerControls"/>
    </jb331c21b1204eeabccdde33c0f5e699>
    <Responsible xmlns="5e22408e-66e0-48ba-9823-3523619ce705">
      <UserInfo>
        <DisplayName>Maarika Nüganen</DisplayName>
        <AccountId>473</AccountId>
        <AccountType/>
      </UserInfo>
    </Responsible>
    <i72e5d76b419464c92616665b13f16c1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f96befaf-9780-4dd6-9674-2555a8f344a2</TermId>
        </TermInfo>
      </Terms>
    </i72e5d76b419464c92616665b13f16c1>
    <j357327a5f664abda8657074ec173a4f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bd96cc92-0160-481c-93cb-38b264692a06</TermId>
        </TermInfo>
      </Terms>
    </j357327a5f664abda8657074ec173a4f>
    <ResponsibleDataChanged xmlns="5e22408e-66e0-48ba-9823-3523619ce705" xsi:nil="true"/>
    <ValidFrom xmlns="5e22408e-66e0-48ba-9823-3523619ce705">2025-03-31T21:00:00+00:00</ValidFrom>
    <be19ea7f5e254f6581796f29cd06c0a0 xmlns="5e22408e-66e0-48ba-9823-3523619ce705">
      <Terms xmlns="http://schemas.microsoft.com/office/infopath/2007/PartnerControls">
        <TermInfo xmlns="http://schemas.microsoft.com/office/infopath/2007/PartnerControls">
          <TermName xmlns="http://schemas.microsoft.com/office/infopath/2007/PartnerControls"/>
          <TermId xmlns="http://schemas.microsoft.com/office/infopath/2007/PartnerControls">9e6bf5c0-2534-4613-91fc-9f1fef76fd08</TermId>
        </TermInfo>
      </Terms>
    </be19ea7f5e254f6581796f29cd06c0a0>
    <ResponsibleTitle xmlns="5e22408e-66e0-48ba-9823-3523619ce705">dokumendihalduse juht</ResponsibleTitle>
    <ResponsibleDept xmlns="5e22408e-66e0-48ba-9823-3523619ce705">haldusosakond</ResponsibleDept>
    <ResponsibleStatus xmlns="5e22408e-66e0-48ba-9823-3523619ce705">Tööl</ResponsibleStatus>
    <Number xmlns="5e22408e-66e0-48ba-9823-3523619ce705">3668</Number>
    <Version0 xmlns="5e22408e-66e0-48ba-9823-3523619ce705">1</Version0>
    <ResponsibleId xmlns="5e22408e-66e0-48ba-9823-3523619ce705">473</ResponsibleId>
    <ParentDocRef xmlns="5e22408e-66e0-48ba-9823-3523619ce705" xsi:nil="true"/>
    <ChildDocRefs xmlns="5e22408e-66e0-48ba-9823-3523619ce70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7DE5CAACA811A4C99AC68C23DCDAA77" ma:contentTypeVersion="37" ma:contentTypeDescription="Loo uus dokument" ma:contentTypeScope="" ma:versionID="0a49719e91afe35f9e10b96cb6c300d3">
  <xsd:schema xmlns:xsd="http://www.w3.org/2001/XMLSchema" xmlns:xs="http://www.w3.org/2001/XMLSchema" xmlns:p="http://schemas.microsoft.com/office/2006/metadata/properties" xmlns:ns2="5e22408e-66e0-48ba-9823-3523619ce705" xmlns:ns3="dfd28b3e-10f4-4fe3-a445-55acb475b015" xmlns:ns4="63fcd081-3d64-464a-95d7-dbe611680601" targetNamespace="http://schemas.microsoft.com/office/2006/metadata/properties" ma:root="true" ma:fieldsID="05ccb8f10cc9e31fdd7613c327a9095d" ns2:_="" ns3:_="" ns4:_="">
    <xsd:import namespace="5e22408e-66e0-48ba-9823-3523619ce705"/>
    <xsd:import namespace="dfd28b3e-10f4-4fe3-a445-55acb475b015"/>
    <xsd:import namespace="63fcd081-3d64-464a-95d7-dbe611680601"/>
    <xsd:element name="properties">
      <xsd:complexType>
        <xsd:sequence>
          <xsd:element name="documentManagement">
            <xsd:complexType>
              <xsd:all>
                <xsd:element ref="ns2:Number" minOccurs="0"/>
                <xsd:element ref="ns2:Version0" minOccurs="0"/>
                <xsd:element ref="ns2:Responsible"/>
                <xsd:element ref="ns2:ResponsibleTitle" minOccurs="0"/>
                <xsd:element ref="ns2:ResponsibleDept" minOccurs="0"/>
                <xsd:element ref="ns2:ResponsibleStatus" minOccurs="0"/>
                <xsd:element ref="ns2:ResponsibleId" minOccurs="0"/>
                <xsd:element ref="ns2:ResponsibleDataChanged" minOccurs="0"/>
                <xsd:element ref="ns2:ValidFrom"/>
                <xsd:element ref="ns2:ValidTo" minOccurs="0"/>
                <xsd:element ref="ns2:ReviewDeadline"/>
                <xsd:element ref="ns2:UmbrellaDocNo" minOccurs="0"/>
                <xsd:element ref="ns2:UmbrellaDocVer" minOccurs="0"/>
                <xsd:element ref="ns2:SearchKeywords" minOccurs="0"/>
                <xsd:element ref="ns2:ChangeDesc" minOccurs="0"/>
                <xsd:element ref="ns2:ParentDocRef" minOccurs="0"/>
                <xsd:element ref="ns2:ChildDocRefs" minOccurs="0"/>
                <xsd:element ref="ns2:i72e5d76b419464c92616665b13f16c1" minOccurs="0"/>
                <xsd:element ref="ns3:TaxCatchAll" minOccurs="0"/>
                <xsd:element ref="ns2:nb67edc5a9d848378adcf005f5ef4d70" minOccurs="0"/>
                <xsd:element ref="ns2:j357327a5f664abda8657074ec173a4f" minOccurs="0"/>
                <xsd:element ref="ns2:be19ea7f5e254f6581796f29cd06c0a0" minOccurs="0"/>
                <xsd:element ref="ns2:jb331c21b1204eeabccdde33c0f5e699" minOccurs="0"/>
                <xsd:element ref="ns2:Archived" minOccurs="0"/>
                <xsd:element ref="ns4:SharedWithUsers" minOccurs="0"/>
                <xsd:element ref="ns4:SharedWithDetails" minOccurs="0"/>
                <xsd:element ref="ns2:ce22e2a5bdc2454f98d3dc1a8517145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22408e-66e0-48ba-9823-3523619ce705" elementFormDefault="qualified">
    <xsd:import namespace="http://schemas.microsoft.com/office/2006/documentManagement/types"/>
    <xsd:import namespace="http://schemas.microsoft.com/office/infopath/2007/PartnerControls"/>
    <xsd:element name="Number" ma:index="1" nillable="true" ma:displayName="Juhendi nr" ma:decimals="0" ma:indexed="true" ma:internalName="Number" ma:readOnly="true">
      <xsd:simpleType>
        <xsd:restriction base="dms:Number"/>
      </xsd:simpleType>
    </xsd:element>
    <xsd:element name="Version0" ma:index="2" nillable="true" ma:displayName="Versioon" ma:decimals="0" ma:default="1" ma:internalName="Version0" ma:readOnly="true">
      <xsd:simpleType>
        <xsd:restriction base="dms:Number"/>
      </xsd:simpleType>
    </xsd:element>
    <xsd:element name="Responsible" ma:index="7" ma:displayName="Vastutaja" ma:list="UserInfo" ma:internalName="Responsibl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sponsibleTitle" ma:index="8" nillable="true" ma:displayName="Vastutaja ametikoht" ma:internalName="ResponsibleTitle" ma:readOnly="true">
      <xsd:simpleType>
        <xsd:restriction base="dms:Text"/>
      </xsd:simpleType>
    </xsd:element>
    <xsd:element name="ResponsibleDept" ma:index="9" nillable="true" ma:displayName="Vastutaja osakond" ma:internalName="ResponsibleDept" ma:readOnly="true">
      <xsd:simpleType>
        <xsd:restriction base="dms:Text"/>
      </xsd:simpleType>
    </xsd:element>
    <xsd:element name="ResponsibleStatus" ma:index="10" nillable="true" ma:displayName="Vastutaja staatus" ma:internalName="ResponsibleStatus" ma:readOnly="true">
      <xsd:simpleType>
        <xsd:restriction base="dms:Text"/>
      </xsd:simpleType>
    </xsd:element>
    <xsd:element name="ResponsibleId" ma:index="11" nillable="true" ma:displayName="Vastutaja ID" ma:decimals="0" ma:internalName="ResponsibleId" ma:readOnly="true">
      <xsd:simpleType>
        <xsd:restriction base="dms:Number"/>
      </xsd:simpleType>
    </xsd:element>
    <xsd:element name="ResponsibleDataChanged" ma:index="12" nillable="true" ma:displayName="ResponsibleDataChanged" ma:hidden="true" ma:internalName="ResponsibleDataChanged">
      <xsd:simpleType>
        <xsd:restriction base="dms:Boolean"/>
      </xsd:simpleType>
    </xsd:element>
    <xsd:element name="ValidFrom" ma:index="14" ma:displayName="Kehtiv alates" ma:default="[Today]" ma:format="DateOnly" ma:internalName="ValidFrom">
      <xsd:simpleType>
        <xsd:restriction base="dms:DateTime"/>
      </xsd:simpleType>
    </xsd:element>
    <xsd:element name="ValidTo" ma:index="15" nillable="true" ma:displayName="Kehtiv kuni" ma:format="DateOnly" ma:internalName="ValidTo" ma:readOnly="true">
      <xsd:simpleType>
        <xsd:restriction base="dms:DateTime"/>
      </xsd:simpleType>
    </xsd:element>
    <xsd:element name="ReviewDeadline" ma:index="16" ma:displayName="Ülevaatamise tähtaeg" ma:format="DateOnly" ma:internalName="ReviewDeadline">
      <xsd:simpleType>
        <xsd:restriction base="dms:DateTime"/>
      </xsd:simpleType>
    </xsd:element>
    <xsd:element name="UmbrellaDocNo" ma:index="17" nillable="true" ma:displayName="Katusdokumendi number" ma:decimals="0" ma:internalName="UmbrellaDocNo">
      <xsd:simpleType>
        <xsd:restriction base="dms:Number"/>
      </xsd:simpleType>
    </xsd:element>
    <xsd:element name="UmbrellaDocVer" ma:index="18" nillable="true" ma:displayName="Katusdokumendi versioon" ma:decimals="0" ma:internalName="UmbrellaDocVer">
      <xsd:simpleType>
        <xsd:restriction base="dms:Number"/>
      </xsd:simpleType>
    </xsd:element>
    <xsd:element name="SearchKeywords" ma:index="20" nillable="true" ma:displayName="Märksõnad otsinguks" ma:description="Lisa lühendid, sünonüümid, kokku-lahku kirjutamise ja käänete erinevad variandid ning muud seotud märksõnad, mida faili pealkirjas ja sisus ei leidu, kuid mis aitaks kasutajal faili hõlpsamalt üles leida." ma:internalName="SearchKeywords">
      <xsd:simpleType>
        <xsd:restriction base="dms:Note"/>
      </xsd:simpleType>
    </xsd:element>
    <xsd:element name="ChangeDesc" ma:index="21" nillable="true" ma:displayName="Muudatuse kirjeldus" ma:internalName="ChangeDesc">
      <xsd:simpleType>
        <xsd:restriction base="dms:Note"/>
      </xsd:simpleType>
    </xsd:element>
    <xsd:element name="ParentDocRef" ma:index="22" nillable="true" ma:displayName="Ülemdokumendi viide" ma:internalName="ParentDocRef" ma:readOnly="true">
      <xsd:simpleType>
        <xsd:restriction base="dms:Note"/>
      </xsd:simpleType>
    </xsd:element>
    <xsd:element name="ChildDocRefs" ma:index="23" nillable="true" ma:displayName="Alamdokumendi viited" ma:internalName="ChildDocRefs" ma:readOnly="true">
      <xsd:simpleType>
        <xsd:restriction base="dms:Note"/>
      </xsd:simpleType>
    </xsd:element>
    <xsd:element name="i72e5d76b419464c92616665b13f16c1" ma:index="27" ma:taxonomy="true" ma:internalName="i72e5d76b419464c92616665b13f16c1" ma:taxonomyFieldName="Area" ma:displayName="Valdkond" ma:fieldId="{272e5d76-b419-464c-9261-6665b13f16c1}" ma:taxonomyMulti="true" ma:sspId="b6370c44-d222-403a-8a33-546b3b51ef63" ma:termSetId="0e144fc5-5f97-498c-a856-e0239079bd39" ma:anchorId="00000000-0000-0000-0000-000000000000" ma:open="false" ma:isKeyword="false">
      <xsd:complexType>
        <xsd:sequence>
          <xsd:element ref="pc:Terms" minOccurs="0" maxOccurs="1"/>
        </xsd:sequence>
      </xsd:complexType>
    </xsd:element>
    <xsd:element name="nb67edc5a9d848378adcf005f5ef4d70" ma:index="29" ma:taxonomy="true" ma:internalName="nb67edc5a9d848378adcf005f5ef4d70" ma:taxonomyFieldName="TargetAudience" ma:displayName="Sihtgrupp" ma:fieldId="{7b67edc5-a9d8-4837-8adc-f005f5ef4d70}" ma:taxonomyMulti="true" ma:sspId="b6370c44-d222-403a-8a33-546b3b51ef63" ma:termSetId="148a7e57-ea23-4de5-9ea1-abd459414fdc" ma:anchorId="00000000-0000-0000-0000-000000000000" ma:open="false" ma:isKeyword="false">
      <xsd:complexType>
        <xsd:sequence>
          <xsd:element ref="pc:Terms" minOccurs="0" maxOccurs="1"/>
        </xsd:sequence>
      </xsd:complexType>
    </xsd:element>
    <xsd:element name="j357327a5f664abda8657074ec173a4f" ma:index="30" ma:taxonomy="true" ma:internalName="j357327a5f664abda8657074ec173a4f" ma:taxonomyFieldName="InstructionType" ma:displayName="Liik" ma:fieldId="{3357327a-5f66-4abd-a865-7074ec173a4f}" ma:sspId="b6370c44-d222-403a-8a33-546b3b51ef63" ma:termSetId="c89e3a35-9f59-47ae-8f9a-abf62b3f0f49" ma:anchorId="00000000-0000-0000-0000-000000000000" ma:open="false" ma:isKeyword="false">
      <xsd:complexType>
        <xsd:sequence>
          <xsd:element ref="pc:Terms" minOccurs="0" maxOccurs="1"/>
        </xsd:sequence>
      </xsd:complexType>
    </xsd:element>
    <xsd:element name="be19ea7f5e254f6581796f29cd06c0a0" ma:index="31" ma:taxonomy="true" ma:internalName="be19ea7f5e254f6581796f29cd06c0a0" ma:taxonomyFieldName="Language" ma:displayName="Keel" ma:default="1;#eesti|9e6bf5c0-2534-4613-91fc-9f1fef76fd08" ma:fieldId="{be19ea7f-5e25-4f65-8179-6f29cd06c0a0}" ma:sspId="b6370c44-d222-403a-8a33-546b3b51ef63" ma:termSetId="232b0d02-0e79-4217-b3b2-446ee051c14c" ma:anchorId="00000000-0000-0000-0000-000000000000" ma:open="false" ma:isKeyword="false">
      <xsd:complexType>
        <xsd:sequence>
          <xsd:element ref="pc:Terms" minOccurs="0" maxOccurs="1"/>
        </xsd:sequence>
      </xsd:complexType>
    </xsd:element>
    <xsd:element name="jb331c21b1204eeabccdde33c0f5e699" ma:index="32" nillable="true" ma:taxonomy="true" ma:internalName="jb331c21b1204eeabccdde33c0f5e699" ma:taxonomyFieldName="TempPromotedSubjects" ma:displayName="Ajutiselt esiletõstetud teemad" ma:fieldId="{3b331c21-b120-4eea-bccd-de33c0f5e699}" ma:taxonomyMulti="true" ma:sspId="b6370c44-d222-403a-8a33-546b3b51ef63" ma:termSetId="b9dc2c36-147e-4570-bced-8a293d0ef4a9" ma:anchorId="00000000-0000-0000-0000-000000000000" ma:open="false" ma:isKeyword="false">
      <xsd:complexType>
        <xsd:sequence>
          <xsd:element ref="pc:Terms" minOccurs="0" maxOccurs="1"/>
        </xsd:sequence>
      </xsd:complexType>
    </xsd:element>
    <xsd:element name="Archived" ma:index="33" nillable="true" ma:displayName="Arhiivis" ma:default="0" ma:internalName="Archived" ma:readOnly="true">
      <xsd:simpleType>
        <xsd:restriction base="dms:Boolean"/>
      </xsd:simpleType>
    </xsd:element>
    <xsd:element name="ce22e2a5bdc2454f98d3dc1a85171451" ma:index="36" nillable="true" ma:taxonomy="true" ma:internalName="ce22e2a5bdc2454f98d3dc1a85171451" ma:taxonomyFieldName="Service" ma:displayName="Teenus" ma:fieldId="{ce22e2a5-bdc2-454f-98d3-dc1a85171451}" ma:taxonomyMulti="true" ma:sspId="b6370c44-d222-403a-8a33-546b3b51ef63" ma:termSetId="3d77c6ad-23af-4926-a96e-b4960b6fc09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d28b3e-10f4-4fe3-a445-55acb475b015" elementFormDefault="qualified">
    <xsd:import namespace="http://schemas.microsoft.com/office/2006/documentManagement/types"/>
    <xsd:import namespace="http://schemas.microsoft.com/office/infopath/2007/PartnerControls"/>
    <xsd:element name="TaxCatchAll" ma:index="28" nillable="true" ma:displayName="Taxonomy Catch All Column" ma:hidden="true" ma:list="{62fc6e3e-b23d-4ff6-b8f3-1458900dbce3}" ma:internalName="TaxCatchAll" ma:showField="CatchAllData" ma:web="dfd28b3e-10f4-4fe3-a445-55acb475b01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3fcd081-3d64-464a-95d7-dbe611680601" elementFormDefault="qualified">
    <xsd:import namespace="http://schemas.microsoft.com/office/2006/documentManagement/types"/>
    <xsd:import namespace="http://schemas.microsoft.com/office/infopath/2007/PartnerControls"/>
    <xsd:element name="SharedWithUsers" ma:index="34"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37" ma:displayName="Sisutüüp"/>
        <xsd:element ref="dc:title" maxOccurs="1" ma:index="0"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099B95-390D-435F-8444-9DEC17EF1C18}">
  <ds:schemaRefs>
    <ds:schemaRef ds:uri="http://schemas.microsoft.com/office/2006/metadata/properties"/>
    <ds:schemaRef ds:uri="http://schemas.microsoft.com/office/infopath/2007/PartnerControls"/>
    <ds:schemaRef ds:uri="5e22408e-66e0-48ba-9823-3523619ce705"/>
    <ds:schemaRef ds:uri="dfd28b3e-10f4-4fe3-a445-55acb475b015"/>
  </ds:schemaRefs>
</ds:datastoreItem>
</file>

<file path=customXml/itemProps2.xml><?xml version="1.0" encoding="utf-8"?>
<ds:datastoreItem xmlns:ds="http://schemas.openxmlformats.org/officeDocument/2006/customXml" ds:itemID="{C2F8C856-38DF-46C0-87BE-54A6B4336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22408e-66e0-48ba-9823-3523619ce705"/>
    <ds:schemaRef ds:uri="dfd28b3e-10f4-4fe3-a445-55acb475b015"/>
    <ds:schemaRef ds:uri="63fcd081-3d64-464a-95d7-dbe6116806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7F6084-BD53-46FC-93A8-853789669D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TK blank</Template>
  <TotalTime>0</TotalTime>
  <Pages>1</Pages>
  <Words>116</Words>
  <Characters>673</Characters>
  <Application>Microsoft Office Word</Application>
  <DocSecurity>0</DocSecurity>
  <Lines>5</Lines>
  <Paragraphs>1</Paragraphs>
  <ScaleCrop>false</ScaleCrop>
  <HeadingPairs>
    <vt:vector size="2" baseType="variant">
      <vt:variant>
        <vt:lpstr>Pealkiri</vt:lpstr>
      </vt:variant>
      <vt:variant>
        <vt:i4>1</vt:i4>
      </vt:variant>
    </vt:vector>
  </HeadingPairs>
  <TitlesOfParts>
    <vt:vector size="1" baseType="lpstr">
      <vt:lpstr>Keskkontor</vt:lpstr>
    </vt:vector>
  </TitlesOfParts>
  <Manager/>
  <Company/>
  <LinksUpToDate>false</LinksUpToDate>
  <CharactersWithSpaces>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Keskkontor</dc:title>
  <dc:subject/>
  <dc:creator>Margit Paulus</dc:creator>
  <cp:keywords/>
  <dc:description/>
  <cp:lastModifiedBy>Margit Paulus</cp:lastModifiedBy>
  <cp:revision>2</cp:revision>
  <cp:lastPrinted>2007-11-19T14:37:00Z</cp:lastPrinted>
  <dcterms:created xsi:type="dcterms:W3CDTF">2025-10-23T12:27:00Z</dcterms:created>
  <dcterms:modified xsi:type="dcterms:W3CDTF">2025-10-23T12:27:00Z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0x01010077DE5CAACA811A4C99AC68C23DCDAA77</vt:lpwstr>
  </property>
  <property fmtid="{D5CDD505-2E9C-101B-9397-08002B2CF9AE}" pid="3" name="TargetAudience">
    <vt:lpwstr>3;#|05d4ae7e-a49b-4bc2-9e77-4cffd96e4a09</vt:lpwstr>
  </property>
  <property fmtid="{D5CDD505-2E9C-101B-9397-08002B2CF9AE}" pid="4" name="TempPromotedSubjects">
    <vt:lpwstr/>
  </property>
  <property fmtid="{D5CDD505-2E9C-101B-9397-08002B2CF9AE}" pid="5" name="Language">
    <vt:lpwstr>1;#|9e6bf5c0-2534-4613-91fc-9f1fef76fd08</vt:lpwstr>
  </property>
  <property fmtid="{D5CDD505-2E9C-101B-9397-08002B2CF9AE}" pid="6" name="Area">
    <vt:lpwstr>12;#|f96befaf-9780-4dd6-9674-2555a8f344a2</vt:lpwstr>
  </property>
  <property fmtid="{D5CDD505-2E9C-101B-9397-08002B2CF9AE}" pid="7" name="Service">
    <vt:lpwstr/>
  </property>
  <property fmtid="{D5CDD505-2E9C-101B-9397-08002B2CF9AE}" pid="8" name="InstructionType">
    <vt:lpwstr>6;#|bd96cc92-0160-481c-93cb-38b264692a06</vt:lpwstr>
  </property>
</Properties>
</file>